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C4ADDE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5</w:t>
      </w:r>
      <w:r w:rsidR="00A91BB2">
        <w:rPr>
          <w:rFonts w:eastAsia="Times New Roman" w:cs="Times New Roman"/>
          <w:lang w:eastAsia="cs-CZ"/>
        </w:rPr>
        <w:t>1012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66FC6F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41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EC6A29">
        <w:rPr>
          <w:noProof/>
        </w:rPr>
        <w:t>5</w:t>
      </w:r>
      <w:r w:rsidR="00A91BB2">
        <w:rPr>
          <w:noProof/>
        </w:rPr>
        <w:t>1012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7A3AA" w14:textId="77777777" w:rsidR="003E4F5B" w:rsidRDefault="003E4F5B" w:rsidP="00962258">
      <w:pPr>
        <w:spacing w:after="0" w:line="240" w:lineRule="auto"/>
      </w:pPr>
      <w:r>
        <w:separator/>
      </w:r>
    </w:p>
  </w:endnote>
  <w:endnote w:type="continuationSeparator" w:id="0">
    <w:p w14:paraId="00356D5D" w14:textId="77777777" w:rsidR="003E4F5B" w:rsidRDefault="003E4F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1A6E8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960C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1A0A2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14361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69E32" w14:textId="77777777" w:rsidR="003E4F5B" w:rsidRDefault="003E4F5B" w:rsidP="00962258">
      <w:pPr>
        <w:spacing w:after="0" w:line="240" w:lineRule="auto"/>
      </w:pPr>
      <w:r>
        <w:separator/>
      </w:r>
    </w:p>
  </w:footnote>
  <w:footnote w:type="continuationSeparator" w:id="0">
    <w:p w14:paraId="2DF94AA7" w14:textId="77777777" w:rsidR="003E4F5B" w:rsidRDefault="003E4F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14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82</cp:revision>
  <cp:lastPrinted>2024-08-08T06:44:00Z</cp:lastPrinted>
  <dcterms:created xsi:type="dcterms:W3CDTF">2020-06-11T06:14:00Z</dcterms:created>
  <dcterms:modified xsi:type="dcterms:W3CDTF">2024-08-08T06:44:00Z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